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F1EAD" w14:textId="5E5F6931" w:rsidR="001A6A99" w:rsidRDefault="001A6A99" w:rsidP="001A6A99">
      <w:pPr>
        <w:jc w:val="both"/>
      </w:pPr>
      <w:r w:rsidRPr="005C6357">
        <w:rPr>
          <w:rFonts w:ascii="FashionVictim" w:hAnsi="FashionVictim"/>
          <w:sz w:val="96"/>
        </w:rPr>
        <w:t>Chapter 6 Study Guide</w:t>
      </w:r>
      <w:r w:rsidR="00A26983" w:rsidRPr="005C6357">
        <w:rPr>
          <w:sz w:val="32"/>
        </w:rPr>
        <w:tab/>
      </w:r>
      <w:r w:rsidR="00A26983" w:rsidRPr="005C6357">
        <w:rPr>
          <w:sz w:val="32"/>
        </w:rPr>
        <w:tab/>
      </w:r>
      <w:r w:rsidR="00A26983">
        <w:t>Name:</w:t>
      </w:r>
    </w:p>
    <w:p w14:paraId="2973862F" w14:textId="2AAE2F78" w:rsidR="00A26983" w:rsidRDefault="005C6357" w:rsidP="001A6A99">
      <w:pPr>
        <w:jc w:val="both"/>
      </w:pPr>
      <w:r>
        <w:t>Due Wednesday, April 21</w:t>
      </w:r>
      <w:r w:rsidR="00A31A25">
        <w:t>; Test on April 23</w:t>
      </w:r>
    </w:p>
    <w:p w14:paraId="4FEF7BD6" w14:textId="77777777" w:rsidR="001A6A99" w:rsidRDefault="001A6A99" w:rsidP="001A6A99">
      <w:r>
        <w:t>Please define the following.</w:t>
      </w:r>
    </w:p>
    <w:p w14:paraId="316E9483" w14:textId="77777777" w:rsidR="001A6A99" w:rsidRDefault="001A6A99" w:rsidP="001A6A99">
      <w:pPr>
        <w:numPr>
          <w:ilvl w:val="0"/>
          <w:numId w:val="1"/>
        </w:numPr>
        <w:spacing w:after="960"/>
      </w:pPr>
      <w:r>
        <w:t>brainstorm</w:t>
      </w:r>
    </w:p>
    <w:p w14:paraId="7A444246" w14:textId="77777777" w:rsidR="001A6A99" w:rsidRDefault="001A6A99" w:rsidP="001A6A99">
      <w:pPr>
        <w:numPr>
          <w:ilvl w:val="0"/>
          <w:numId w:val="1"/>
        </w:numPr>
        <w:spacing w:after="960"/>
      </w:pPr>
      <w:r>
        <w:t>self-generated topics</w:t>
      </w:r>
    </w:p>
    <w:p w14:paraId="27AF6BB8" w14:textId="77777777" w:rsidR="001A6A99" w:rsidRDefault="001A6A99" w:rsidP="001A6A99">
      <w:pPr>
        <w:numPr>
          <w:ilvl w:val="0"/>
          <w:numId w:val="1"/>
        </w:numPr>
        <w:spacing w:after="960"/>
      </w:pPr>
      <w:r>
        <w:t>audience-generated topics</w:t>
      </w:r>
    </w:p>
    <w:p w14:paraId="0FC44817" w14:textId="77777777" w:rsidR="001A6A99" w:rsidRDefault="001A6A99" w:rsidP="001A6A99">
      <w:pPr>
        <w:numPr>
          <w:ilvl w:val="0"/>
          <w:numId w:val="1"/>
        </w:numPr>
        <w:spacing w:after="960"/>
      </w:pPr>
      <w:r>
        <w:t>occasion-generated topics</w:t>
      </w:r>
    </w:p>
    <w:p w14:paraId="780E5073" w14:textId="77777777" w:rsidR="001A6A99" w:rsidRDefault="001A6A99" w:rsidP="001A6A99">
      <w:pPr>
        <w:numPr>
          <w:ilvl w:val="0"/>
          <w:numId w:val="1"/>
        </w:numPr>
        <w:spacing w:after="960"/>
      </w:pPr>
      <w:r>
        <w:t>research-generated topics</w:t>
      </w:r>
    </w:p>
    <w:p w14:paraId="58315186" w14:textId="77777777" w:rsidR="001A6A99" w:rsidRDefault="001A6A99" w:rsidP="001A6A99">
      <w:pPr>
        <w:numPr>
          <w:ilvl w:val="0"/>
          <w:numId w:val="1"/>
        </w:numPr>
        <w:spacing w:after="960"/>
      </w:pPr>
      <w:r>
        <w:t>visual brainstorming</w:t>
      </w:r>
    </w:p>
    <w:p w14:paraId="7711645B" w14:textId="77777777" w:rsidR="001A6A99" w:rsidRDefault="001A6A99" w:rsidP="001A6A99">
      <w:pPr>
        <w:numPr>
          <w:ilvl w:val="0"/>
          <w:numId w:val="1"/>
        </w:numPr>
        <w:spacing w:after="960"/>
      </w:pPr>
      <w:r>
        <w:t>speech to inform</w:t>
      </w:r>
    </w:p>
    <w:p w14:paraId="7143FFBA" w14:textId="77777777" w:rsidR="001A6A99" w:rsidRDefault="001A6A99" w:rsidP="001A6A99">
      <w:pPr>
        <w:numPr>
          <w:ilvl w:val="0"/>
          <w:numId w:val="1"/>
        </w:numPr>
        <w:spacing w:after="960"/>
      </w:pPr>
      <w:r>
        <w:t>speech to persuade</w:t>
      </w:r>
    </w:p>
    <w:p w14:paraId="58B66866" w14:textId="77777777" w:rsidR="001A6A99" w:rsidRDefault="001A6A99" w:rsidP="001A6A99">
      <w:pPr>
        <w:numPr>
          <w:ilvl w:val="0"/>
          <w:numId w:val="1"/>
        </w:numPr>
        <w:spacing w:after="960"/>
      </w:pPr>
      <w:r>
        <w:t>speech to convince</w:t>
      </w:r>
    </w:p>
    <w:p w14:paraId="68CFE532" w14:textId="77777777" w:rsidR="001A6A99" w:rsidRDefault="001A6A99" w:rsidP="001A6A99">
      <w:pPr>
        <w:numPr>
          <w:ilvl w:val="0"/>
          <w:numId w:val="1"/>
        </w:numPr>
        <w:spacing w:after="960"/>
      </w:pPr>
      <w:r>
        <w:lastRenderedPageBreak/>
        <w:t>speech to actuate</w:t>
      </w:r>
    </w:p>
    <w:p w14:paraId="0A98AEB2" w14:textId="77777777" w:rsidR="001A6A99" w:rsidRDefault="001A6A99" w:rsidP="001A6A99">
      <w:pPr>
        <w:numPr>
          <w:ilvl w:val="0"/>
          <w:numId w:val="1"/>
        </w:numPr>
        <w:spacing w:after="960"/>
      </w:pPr>
      <w:r>
        <w:t>speech to entertain</w:t>
      </w:r>
    </w:p>
    <w:p w14:paraId="1E729BFD" w14:textId="77777777" w:rsidR="001A6A99" w:rsidRDefault="001A6A99" w:rsidP="001A6A99">
      <w:pPr>
        <w:numPr>
          <w:ilvl w:val="0"/>
          <w:numId w:val="1"/>
        </w:numPr>
        <w:spacing w:after="960"/>
      </w:pPr>
      <w:r>
        <w:t>general purpose</w:t>
      </w:r>
    </w:p>
    <w:p w14:paraId="2DD6EAAA" w14:textId="77777777" w:rsidR="001A6A99" w:rsidRDefault="001A6A99" w:rsidP="001A6A99">
      <w:pPr>
        <w:numPr>
          <w:ilvl w:val="0"/>
          <w:numId w:val="1"/>
        </w:numPr>
        <w:spacing w:after="960"/>
      </w:pPr>
      <w:r>
        <w:t>specific purpose</w:t>
      </w:r>
    </w:p>
    <w:p w14:paraId="28F5469D" w14:textId="77777777" w:rsidR="001A6A99" w:rsidRDefault="001A6A99" w:rsidP="001A6A99">
      <w:pPr>
        <w:numPr>
          <w:ilvl w:val="0"/>
          <w:numId w:val="1"/>
        </w:numPr>
        <w:spacing w:after="960"/>
      </w:pPr>
      <w:r>
        <w:t>thesis statement</w:t>
      </w:r>
    </w:p>
    <w:p w14:paraId="64A2BA1E" w14:textId="77777777" w:rsidR="001A6A99" w:rsidRDefault="001A6A99" w:rsidP="001A6A99">
      <w:pPr>
        <w:ind w:left="360"/>
      </w:pPr>
    </w:p>
    <w:p w14:paraId="51CAFCDF" w14:textId="77777777" w:rsidR="001A6A99" w:rsidRDefault="001A6A99" w:rsidP="001A6A99">
      <w:pPr>
        <w:ind w:left="360"/>
      </w:pPr>
      <w:r>
        <w:t>Please answer each of the following in complete sentences.</w:t>
      </w:r>
    </w:p>
    <w:p w14:paraId="7353C708" w14:textId="77777777" w:rsidR="001A6A99" w:rsidRDefault="001A6A99" w:rsidP="001A6A99">
      <w:pPr>
        <w:numPr>
          <w:ilvl w:val="0"/>
          <w:numId w:val="1"/>
        </w:numPr>
        <w:spacing w:after="1680"/>
      </w:pPr>
      <w:r>
        <w:t xml:space="preserve">Why is it important to focus your topic?  Explain using examples of a focused topic and an unfocused topic.  </w:t>
      </w:r>
    </w:p>
    <w:p w14:paraId="70077DCE" w14:textId="77777777" w:rsidR="001A6A99" w:rsidRDefault="001A6A99" w:rsidP="001A6A99">
      <w:pPr>
        <w:numPr>
          <w:ilvl w:val="0"/>
          <w:numId w:val="1"/>
        </w:numPr>
        <w:spacing w:after="1680"/>
      </w:pPr>
      <w:r>
        <w:t xml:space="preserve">What four questions can you ask yourself to guide your topic selection?  Explain why each one is important.  </w:t>
      </w:r>
    </w:p>
    <w:p w14:paraId="3D9E753E" w14:textId="182F6F78" w:rsidR="00B95DB7" w:rsidRDefault="001A6A99" w:rsidP="004D0215">
      <w:pPr>
        <w:numPr>
          <w:ilvl w:val="0"/>
          <w:numId w:val="1"/>
        </w:numPr>
        <w:spacing w:after="1680"/>
      </w:pPr>
      <w:r>
        <w:t xml:space="preserve">Pick a topic and give examples of a general purpose, specific purpose, and thesis statement for it. </w:t>
      </w:r>
      <w:bookmarkStart w:id="0" w:name="_GoBack"/>
      <w:bookmarkEnd w:id="0"/>
    </w:p>
    <w:sectPr w:rsidR="00B95DB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ashionVictim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22A48"/>
    <w:multiLevelType w:val="hybridMultilevel"/>
    <w:tmpl w:val="94E6A08E"/>
    <w:lvl w:ilvl="0" w:tplc="34C60F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99"/>
    <w:rsid w:val="001A6A99"/>
    <w:rsid w:val="004D0215"/>
    <w:rsid w:val="004F44B9"/>
    <w:rsid w:val="005C6357"/>
    <w:rsid w:val="006B5463"/>
    <w:rsid w:val="00816B4A"/>
    <w:rsid w:val="0085763F"/>
    <w:rsid w:val="00A26983"/>
    <w:rsid w:val="00A31A25"/>
    <w:rsid w:val="00B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EE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A9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A9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2010-04-14T16:59:00Z</dcterms:created>
  <dcterms:modified xsi:type="dcterms:W3CDTF">2010-04-14T17:00:00Z</dcterms:modified>
</cp:coreProperties>
</file>